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3833BC" w14:textId="77777777" w:rsidR="008C0FE5" w:rsidRPr="00866023" w:rsidRDefault="008C0FE5" w:rsidP="00866023">
      <w:pPr>
        <w:spacing w:after="0" w:line="240" w:lineRule="auto"/>
        <w:rPr>
          <w:sz w:val="20"/>
          <w:szCs w:val="20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630"/>
        <w:gridCol w:w="4050"/>
        <w:gridCol w:w="3323"/>
        <w:gridCol w:w="2792"/>
      </w:tblGrid>
      <w:tr w:rsidR="00090B5E" w14:paraId="1B788884" w14:textId="77777777" w:rsidTr="00B322EB">
        <w:trPr>
          <w:cantSplit/>
          <w:tblHeader/>
        </w:trPr>
        <w:tc>
          <w:tcPr>
            <w:tcW w:w="630" w:type="dxa"/>
            <w:tcBorders>
              <w:top w:val="nil"/>
              <w:left w:val="nil"/>
            </w:tcBorders>
            <w:shd w:val="clear" w:color="auto" w:fill="auto"/>
          </w:tcPr>
          <w:p w14:paraId="2B259920" w14:textId="77777777" w:rsidR="00090B5E" w:rsidRPr="00090B5E" w:rsidRDefault="00090B5E" w:rsidP="00090B5E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4050" w:type="dxa"/>
            <w:shd w:val="clear" w:color="auto" w:fill="BFBFBF" w:themeFill="background1" w:themeFillShade="BF"/>
          </w:tcPr>
          <w:p w14:paraId="5C7034C5" w14:textId="39BB379E" w:rsidR="00090B5E" w:rsidRPr="004631CF" w:rsidRDefault="00090B5E" w:rsidP="00090B5E">
            <w:pPr>
              <w:jc w:val="center"/>
              <w:rPr>
                <w:b/>
                <w:bCs/>
                <w:sz w:val="28"/>
                <w:szCs w:val="28"/>
              </w:rPr>
            </w:pPr>
            <w:r w:rsidRPr="004631CF">
              <w:rPr>
                <w:b/>
                <w:bCs/>
                <w:sz w:val="28"/>
                <w:szCs w:val="28"/>
              </w:rPr>
              <w:t>Printed Name</w:t>
            </w:r>
          </w:p>
        </w:tc>
        <w:tc>
          <w:tcPr>
            <w:tcW w:w="3323" w:type="dxa"/>
            <w:shd w:val="clear" w:color="auto" w:fill="BFBFBF" w:themeFill="background1" w:themeFillShade="BF"/>
          </w:tcPr>
          <w:p w14:paraId="57A542BB" w14:textId="77777777" w:rsidR="00090B5E" w:rsidRPr="004631CF" w:rsidRDefault="00090B5E" w:rsidP="00090B5E">
            <w:pPr>
              <w:jc w:val="center"/>
              <w:rPr>
                <w:b/>
                <w:bCs/>
                <w:sz w:val="28"/>
                <w:szCs w:val="28"/>
              </w:rPr>
            </w:pPr>
            <w:r w:rsidRPr="004631CF">
              <w:rPr>
                <w:b/>
                <w:bCs/>
                <w:sz w:val="28"/>
                <w:szCs w:val="28"/>
              </w:rPr>
              <w:t>Department</w:t>
            </w:r>
          </w:p>
        </w:tc>
        <w:tc>
          <w:tcPr>
            <w:tcW w:w="2792" w:type="dxa"/>
            <w:shd w:val="clear" w:color="auto" w:fill="BFBFBF" w:themeFill="background1" w:themeFillShade="BF"/>
          </w:tcPr>
          <w:p w14:paraId="79FDDF9D" w14:textId="77777777" w:rsidR="00090B5E" w:rsidRPr="004631CF" w:rsidRDefault="00090B5E" w:rsidP="00090B5E">
            <w:pPr>
              <w:jc w:val="center"/>
              <w:rPr>
                <w:b/>
                <w:bCs/>
                <w:sz w:val="28"/>
                <w:szCs w:val="28"/>
              </w:rPr>
            </w:pPr>
            <w:r w:rsidRPr="004631CF">
              <w:rPr>
                <w:b/>
                <w:bCs/>
                <w:sz w:val="28"/>
                <w:szCs w:val="28"/>
              </w:rPr>
              <w:t>Signature</w:t>
            </w:r>
          </w:p>
        </w:tc>
      </w:tr>
      <w:tr w:rsidR="00090B5E" w14:paraId="1F4B8C6A" w14:textId="77777777" w:rsidTr="00B322EB">
        <w:trPr>
          <w:trHeight w:val="605"/>
        </w:trPr>
        <w:tc>
          <w:tcPr>
            <w:tcW w:w="630" w:type="dxa"/>
            <w:vAlign w:val="center"/>
          </w:tcPr>
          <w:p w14:paraId="7A19FACE" w14:textId="77777777" w:rsidR="00090B5E" w:rsidRPr="001F122E" w:rsidRDefault="00090B5E" w:rsidP="001F122E">
            <w:pPr>
              <w:jc w:val="center"/>
              <w:rPr>
                <w:b/>
                <w:bCs/>
                <w:sz w:val="28"/>
                <w:szCs w:val="28"/>
              </w:rPr>
            </w:pPr>
            <w:r w:rsidRPr="001F122E">
              <w:rPr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4050" w:type="dxa"/>
          </w:tcPr>
          <w:p w14:paraId="51B79C48" w14:textId="77777777" w:rsidR="00090B5E" w:rsidRDefault="00090B5E" w:rsidP="00090B5E"/>
        </w:tc>
        <w:tc>
          <w:tcPr>
            <w:tcW w:w="3323" w:type="dxa"/>
          </w:tcPr>
          <w:p w14:paraId="0BF36248" w14:textId="77777777" w:rsidR="00090B5E" w:rsidRDefault="00090B5E" w:rsidP="00090B5E"/>
        </w:tc>
        <w:tc>
          <w:tcPr>
            <w:tcW w:w="2792" w:type="dxa"/>
          </w:tcPr>
          <w:p w14:paraId="130E1BC2" w14:textId="77777777" w:rsidR="00090B5E" w:rsidRDefault="00090B5E" w:rsidP="00090B5E"/>
        </w:tc>
      </w:tr>
      <w:tr w:rsidR="00090B5E" w14:paraId="4C0BFF4D" w14:textId="77777777" w:rsidTr="00B322EB">
        <w:trPr>
          <w:trHeight w:val="605"/>
        </w:trPr>
        <w:tc>
          <w:tcPr>
            <w:tcW w:w="630" w:type="dxa"/>
            <w:vAlign w:val="center"/>
          </w:tcPr>
          <w:p w14:paraId="3056750F" w14:textId="77777777" w:rsidR="00090B5E" w:rsidRPr="001F122E" w:rsidRDefault="00090B5E" w:rsidP="001F122E">
            <w:pPr>
              <w:jc w:val="center"/>
              <w:rPr>
                <w:b/>
                <w:bCs/>
                <w:sz w:val="28"/>
                <w:szCs w:val="28"/>
              </w:rPr>
            </w:pPr>
            <w:r w:rsidRPr="001F122E">
              <w:rPr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4050" w:type="dxa"/>
          </w:tcPr>
          <w:p w14:paraId="7FD57CEA" w14:textId="77777777" w:rsidR="00090B5E" w:rsidRDefault="00090B5E" w:rsidP="00090B5E"/>
        </w:tc>
        <w:tc>
          <w:tcPr>
            <w:tcW w:w="3323" w:type="dxa"/>
          </w:tcPr>
          <w:p w14:paraId="3C260D40" w14:textId="77777777" w:rsidR="00090B5E" w:rsidRDefault="00090B5E" w:rsidP="00090B5E"/>
        </w:tc>
        <w:tc>
          <w:tcPr>
            <w:tcW w:w="2792" w:type="dxa"/>
          </w:tcPr>
          <w:p w14:paraId="1AD72DFD" w14:textId="77777777" w:rsidR="00090B5E" w:rsidRDefault="00090B5E" w:rsidP="00090B5E"/>
        </w:tc>
      </w:tr>
      <w:tr w:rsidR="00090B5E" w14:paraId="52A554E5" w14:textId="77777777" w:rsidTr="00B322EB">
        <w:trPr>
          <w:trHeight w:val="605"/>
        </w:trPr>
        <w:tc>
          <w:tcPr>
            <w:tcW w:w="630" w:type="dxa"/>
            <w:vAlign w:val="center"/>
          </w:tcPr>
          <w:p w14:paraId="034E1640" w14:textId="77777777" w:rsidR="00090B5E" w:rsidRPr="001F122E" w:rsidRDefault="00090B5E" w:rsidP="001F122E">
            <w:pPr>
              <w:jc w:val="center"/>
              <w:rPr>
                <w:b/>
                <w:bCs/>
                <w:sz w:val="28"/>
                <w:szCs w:val="28"/>
              </w:rPr>
            </w:pPr>
            <w:r w:rsidRPr="001F122E">
              <w:rPr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4050" w:type="dxa"/>
          </w:tcPr>
          <w:p w14:paraId="65B85097" w14:textId="77777777" w:rsidR="00090B5E" w:rsidRDefault="00090B5E" w:rsidP="00090B5E"/>
        </w:tc>
        <w:tc>
          <w:tcPr>
            <w:tcW w:w="3323" w:type="dxa"/>
          </w:tcPr>
          <w:p w14:paraId="6AF8ABAA" w14:textId="77777777" w:rsidR="00090B5E" w:rsidRDefault="00090B5E" w:rsidP="00090B5E"/>
        </w:tc>
        <w:tc>
          <w:tcPr>
            <w:tcW w:w="2792" w:type="dxa"/>
          </w:tcPr>
          <w:p w14:paraId="60DE7E6F" w14:textId="77777777" w:rsidR="00090B5E" w:rsidRDefault="00090B5E" w:rsidP="00090B5E"/>
        </w:tc>
      </w:tr>
      <w:tr w:rsidR="00090B5E" w14:paraId="135A6480" w14:textId="77777777" w:rsidTr="00B322EB">
        <w:trPr>
          <w:trHeight w:val="605"/>
        </w:trPr>
        <w:tc>
          <w:tcPr>
            <w:tcW w:w="630" w:type="dxa"/>
            <w:vAlign w:val="center"/>
          </w:tcPr>
          <w:p w14:paraId="2BB6B69A" w14:textId="77777777" w:rsidR="00090B5E" w:rsidRPr="001F122E" w:rsidRDefault="00090B5E" w:rsidP="001F122E">
            <w:pPr>
              <w:jc w:val="center"/>
              <w:rPr>
                <w:b/>
                <w:bCs/>
                <w:sz w:val="28"/>
                <w:szCs w:val="28"/>
              </w:rPr>
            </w:pPr>
            <w:r w:rsidRPr="001F122E">
              <w:rPr>
                <w:b/>
                <w:bCs/>
                <w:sz w:val="28"/>
                <w:szCs w:val="28"/>
              </w:rPr>
              <w:t>4.</w:t>
            </w:r>
          </w:p>
        </w:tc>
        <w:tc>
          <w:tcPr>
            <w:tcW w:w="4050" w:type="dxa"/>
          </w:tcPr>
          <w:p w14:paraId="1B87EA85" w14:textId="77777777" w:rsidR="00090B5E" w:rsidRDefault="00090B5E" w:rsidP="00090B5E"/>
        </w:tc>
        <w:tc>
          <w:tcPr>
            <w:tcW w:w="3323" w:type="dxa"/>
          </w:tcPr>
          <w:p w14:paraId="483CA91D" w14:textId="77777777" w:rsidR="00090B5E" w:rsidRDefault="00090B5E" w:rsidP="00090B5E"/>
        </w:tc>
        <w:tc>
          <w:tcPr>
            <w:tcW w:w="2792" w:type="dxa"/>
          </w:tcPr>
          <w:p w14:paraId="5A308B3C" w14:textId="77777777" w:rsidR="00090B5E" w:rsidRDefault="00090B5E" w:rsidP="00090B5E"/>
        </w:tc>
      </w:tr>
      <w:tr w:rsidR="00090B5E" w14:paraId="374E3799" w14:textId="77777777" w:rsidTr="00B322EB">
        <w:trPr>
          <w:trHeight w:val="605"/>
        </w:trPr>
        <w:tc>
          <w:tcPr>
            <w:tcW w:w="630" w:type="dxa"/>
            <w:vAlign w:val="center"/>
          </w:tcPr>
          <w:p w14:paraId="0DCE44F7" w14:textId="77777777" w:rsidR="00090B5E" w:rsidRPr="001F122E" w:rsidRDefault="00090B5E" w:rsidP="001F122E">
            <w:pPr>
              <w:jc w:val="center"/>
              <w:rPr>
                <w:b/>
                <w:bCs/>
                <w:sz w:val="28"/>
                <w:szCs w:val="28"/>
              </w:rPr>
            </w:pPr>
            <w:r w:rsidRPr="001F122E">
              <w:rPr>
                <w:b/>
                <w:bCs/>
                <w:sz w:val="28"/>
                <w:szCs w:val="28"/>
              </w:rPr>
              <w:t>5.</w:t>
            </w:r>
          </w:p>
        </w:tc>
        <w:tc>
          <w:tcPr>
            <w:tcW w:w="4050" w:type="dxa"/>
          </w:tcPr>
          <w:p w14:paraId="3D386FA1" w14:textId="77777777" w:rsidR="00090B5E" w:rsidRDefault="00090B5E" w:rsidP="00090B5E"/>
        </w:tc>
        <w:tc>
          <w:tcPr>
            <w:tcW w:w="3323" w:type="dxa"/>
          </w:tcPr>
          <w:p w14:paraId="391F3A4C" w14:textId="77777777" w:rsidR="00090B5E" w:rsidRDefault="00090B5E" w:rsidP="00090B5E"/>
        </w:tc>
        <w:tc>
          <w:tcPr>
            <w:tcW w:w="2792" w:type="dxa"/>
          </w:tcPr>
          <w:p w14:paraId="7E0C4208" w14:textId="77777777" w:rsidR="00090B5E" w:rsidRDefault="00090B5E" w:rsidP="00090B5E"/>
        </w:tc>
      </w:tr>
      <w:tr w:rsidR="00090B5E" w14:paraId="5D749611" w14:textId="77777777" w:rsidTr="00B322EB">
        <w:trPr>
          <w:trHeight w:val="605"/>
        </w:trPr>
        <w:tc>
          <w:tcPr>
            <w:tcW w:w="630" w:type="dxa"/>
            <w:vAlign w:val="center"/>
          </w:tcPr>
          <w:p w14:paraId="4EB7CAD0" w14:textId="77777777" w:rsidR="00090B5E" w:rsidRPr="001F122E" w:rsidRDefault="00090B5E" w:rsidP="001F122E">
            <w:pPr>
              <w:jc w:val="center"/>
              <w:rPr>
                <w:b/>
                <w:bCs/>
                <w:sz w:val="28"/>
                <w:szCs w:val="28"/>
              </w:rPr>
            </w:pPr>
            <w:r w:rsidRPr="001F122E">
              <w:rPr>
                <w:b/>
                <w:bCs/>
                <w:sz w:val="28"/>
                <w:szCs w:val="28"/>
              </w:rPr>
              <w:t>6.</w:t>
            </w:r>
          </w:p>
        </w:tc>
        <w:tc>
          <w:tcPr>
            <w:tcW w:w="4050" w:type="dxa"/>
          </w:tcPr>
          <w:p w14:paraId="7BEC6C6B" w14:textId="77777777" w:rsidR="00090B5E" w:rsidRDefault="00090B5E" w:rsidP="00090B5E"/>
        </w:tc>
        <w:tc>
          <w:tcPr>
            <w:tcW w:w="3323" w:type="dxa"/>
          </w:tcPr>
          <w:p w14:paraId="3808436D" w14:textId="77777777" w:rsidR="00090B5E" w:rsidRDefault="00090B5E" w:rsidP="00090B5E"/>
        </w:tc>
        <w:tc>
          <w:tcPr>
            <w:tcW w:w="2792" w:type="dxa"/>
          </w:tcPr>
          <w:p w14:paraId="300F7E7F" w14:textId="77777777" w:rsidR="00090B5E" w:rsidRDefault="00090B5E" w:rsidP="00090B5E"/>
        </w:tc>
      </w:tr>
      <w:tr w:rsidR="00090B5E" w14:paraId="1C2A98D0" w14:textId="77777777" w:rsidTr="00B322EB">
        <w:trPr>
          <w:trHeight w:val="605"/>
        </w:trPr>
        <w:tc>
          <w:tcPr>
            <w:tcW w:w="630" w:type="dxa"/>
            <w:vAlign w:val="center"/>
          </w:tcPr>
          <w:p w14:paraId="5CADF266" w14:textId="77777777" w:rsidR="00090B5E" w:rsidRPr="001F122E" w:rsidRDefault="00090B5E" w:rsidP="001F122E">
            <w:pPr>
              <w:jc w:val="center"/>
              <w:rPr>
                <w:b/>
                <w:bCs/>
                <w:sz w:val="28"/>
                <w:szCs w:val="28"/>
              </w:rPr>
            </w:pPr>
            <w:r w:rsidRPr="001F122E">
              <w:rPr>
                <w:b/>
                <w:bCs/>
                <w:sz w:val="28"/>
                <w:szCs w:val="28"/>
              </w:rPr>
              <w:t>7.</w:t>
            </w:r>
          </w:p>
        </w:tc>
        <w:tc>
          <w:tcPr>
            <w:tcW w:w="4050" w:type="dxa"/>
          </w:tcPr>
          <w:p w14:paraId="1839264C" w14:textId="77777777" w:rsidR="00090B5E" w:rsidRDefault="00090B5E" w:rsidP="00090B5E"/>
        </w:tc>
        <w:tc>
          <w:tcPr>
            <w:tcW w:w="3323" w:type="dxa"/>
          </w:tcPr>
          <w:p w14:paraId="637EF305" w14:textId="77777777" w:rsidR="00090B5E" w:rsidRDefault="00090B5E" w:rsidP="00090B5E"/>
        </w:tc>
        <w:tc>
          <w:tcPr>
            <w:tcW w:w="2792" w:type="dxa"/>
          </w:tcPr>
          <w:p w14:paraId="183DF69D" w14:textId="77777777" w:rsidR="00090B5E" w:rsidRDefault="00090B5E" w:rsidP="00090B5E"/>
        </w:tc>
      </w:tr>
      <w:tr w:rsidR="00090B5E" w14:paraId="466E65E8" w14:textId="77777777" w:rsidTr="00B322EB">
        <w:trPr>
          <w:trHeight w:val="605"/>
        </w:trPr>
        <w:tc>
          <w:tcPr>
            <w:tcW w:w="630" w:type="dxa"/>
            <w:vAlign w:val="center"/>
          </w:tcPr>
          <w:p w14:paraId="29352ABF" w14:textId="77777777" w:rsidR="00090B5E" w:rsidRPr="001F122E" w:rsidRDefault="00090B5E" w:rsidP="001F122E">
            <w:pPr>
              <w:jc w:val="center"/>
              <w:rPr>
                <w:b/>
                <w:bCs/>
                <w:sz w:val="28"/>
                <w:szCs w:val="28"/>
              </w:rPr>
            </w:pPr>
            <w:r w:rsidRPr="001F122E">
              <w:rPr>
                <w:b/>
                <w:bCs/>
                <w:sz w:val="28"/>
                <w:szCs w:val="28"/>
              </w:rPr>
              <w:t>8.</w:t>
            </w:r>
          </w:p>
        </w:tc>
        <w:tc>
          <w:tcPr>
            <w:tcW w:w="4050" w:type="dxa"/>
          </w:tcPr>
          <w:p w14:paraId="77B5AA4A" w14:textId="77777777" w:rsidR="00090B5E" w:rsidRDefault="00090B5E" w:rsidP="00090B5E"/>
        </w:tc>
        <w:tc>
          <w:tcPr>
            <w:tcW w:w="3323" w:type="dxa"/>
          </w:tcPr>
          <w:p w14:paraId="0F52CEF9" w14:textId="77777777" w:rsidR="00090B5E" w:rsidRDefault="00090B5E" w:rsidP="00090B5E"/>
        </w:tc>
        <w:tc>
          <w:tcPr>
            <w:tcW w:w="2792" w:type="dxa"/>
          </w:tcPr>
          <w:p w14:paraId="76DAE41F" w14:textId="77777777" w:rsidR="00090B5E" w:rsidRDefault="00090B5E" w:rsidP="00090B5E"/>
        </w:tc>
      </w:tr>
      <w:tr w:rsidR="00090B5E" w14:paraId="35B74455" w14:textId="77777777" w:rsidTr="00B322EB">
        <w:trPr>
          <w:trHeight w:val="605"/>
        </w:trPr>
        <w:tc>
          <w:tcPr>
            <w:tcW w:w="630" w:type="dxa"/>
            <w:vAlign w:val="center"/>
          </w:tcPr>
          <w:p w14:paraId="14485DCF" w14:textId="77777777" w:rsidR="00090B5E" w:rsidRPr="001F122E" w:rsidRDefault="00090B5E" w:rsidP="001F122E">
            <w:pPr>
              <w:jc w:val="center"/>
              <w:rPr>
                <w:b/>
                <w:bCs/>
                <w:sz w:val="28"/>
                <w:szCs w:val="28"/>
              </w:rPr>
            </w:pPr>
            <w:r w:rsidRPr="001F122E">
              <w:rPr>
                <w:b/>
                <w:bCs/>
                <w:sz w:val="28"/>
                <w:szCs w:val="28"/>
              </w:rPr>
              <w:t>9.</w:t>
            </w:r>
          </w:p>
        </w:tc>
        <w:tc>
          <w:tcPr>
            <w:tcW w:w="4050" w:type="dxa"/>
          </w:tcPr>
          <w:p w14:paraId="37439096" w14:textId="77777777" w:rsidR="00090B5E" w:rsidRDefault="00090B5E" w:rsidP="00090B5E"/>
        </w:tc>
        <w:tc>
          <w:tcPr>
            <w:tcW w:w="3323" w:type="dxa"/>
          </w:tcPr>
          <w:p w14:paraId="360EA1C9" w14:textId="77777777" w:rsidR="00090B5E" w:rsidRDefault="00090B5E" w:rsidP="00090B5E"/>
        </w:tc>
        <w:tc>
          <w:tcPr>
            <w:tcW w:w="2792" w:type="dxa"/>
          </w:tcPr>
          <w:p w14:paraId="6A6166F2" w14:textId="77777777" w:rsidR="00090B5E" w:rsidRDefault="00090B5E" w:rsidP="00090B5E"/>
        </w:tc>
      </w:tr>
      <w:tr w:rsidR="00090B5E" w14:paraId="1D44EBFF" w14:textId="77777777" w:rsidTr="00B322EB">
        <w:trPr>
          <w:trHeight w:val="605"/>
        </w:trPr>
        <w:tc>
          <w:tcPr>
            <w:tcW w:w="630" w:type="dxa"/>
            <w:vAlign w:val="center"/>
          </w:tcPr>
          <w:p w14:paraId="52C5325E" w14:textId="77777777" w:rsidR="00090B5E" w:rsidRPr="001F122E" w:rsidRDefault="00090B5E" w:rsidP="001F122E">
            <w:pPr>
              <w:jc w:val="center"/>
              <w:rPr>
                <w:b/>
                <w:bCs/>
                <w:sz w:val="28"/>
                <w:szCs w:val="28"/>
              </w:rPr>
            </w:pPr>
            <w:r w:rsidRPr="001F122E">
              <w:rPr>
                <w:b/>
                <w:bCs/>
                <w:sz w:val="28"/>
                <w:szCs w:val="28"/>
              </w:rPr>
              <w:t>10.</w:t>
            </w:r>
          </w:p>
        </w:tc>
        <w:tc>
          <w:tcPr>
            <w:tcW w:w="4050" w:type="dxa"/>
          </w:tcPr>
          <w:p w14:paraId="722A108B" w14:textId="77777777" w:rsidR="00090B5E" w:rsidRDefault="00090B5E" w:rsidP="00090B5E"/>
        </w:tc>
        <w:tc>
          <w:tcPr>
            <w:tcW w:w="3323" w:type="dxa"/>
          </w:tcPr>
          <w:p w14:paraId="52C9A0E0" w14:textId="77777777" w:rsidR="00090B5E" w:rsidRDefault="00090B5E" w:rsidP="00090B5E"/>
        </w:tc>
        <w:tc>
          <w:tcPr>
            <w:tcW w:w="2792" w:type="dxa"/>
          </w:tcPr>
          <w:p w14:paraId="1C2D9F4C" w14:textId="77777777" w:rsidR="00090B5E" w:rsidRDefault="00090B5E" w:rsidP="00090B5E"/>
        </w:tc>
      </w:tr>
      <w:tr w:rsidR="00090B5E" w14:paraId="6EAE7A02" w14:textId="77777777" w:rsidTr="00B322EB">
        <w:trPr>
          <w:trHeight w:val="605"/>
        </w:trPr>
        <w:tc>
          <w:tcPr>
            <w:tcW w:w="630" w:type="dxa"/>
            <w:vAlign w:val="center"/>
          </w:tcPr>
          <w:p w14:paraId="781E50C1" w14:textId="77777777" w:rsidR="00090B5E" w:rsidRPr="001F122E" w:rsidRDefault="00090B5E" w:rsidP="001F122E">
            <w:pPr>
              <w:jc w:val="center"/>
              <w:rPr>
                <w:b/>
                <w:bCs/>
                <w:sz w:val="28"/>
                <w:szCs w:val="28"/>
              </w:rPr>
            </w:pPr>
            <w:r w:rsidRPr="001F122E">
              <w:rPr>
                <w:b/>
                <w:bCs/>
                <w:sz w:val="28"/>
                <w:szCs w:val="28"/>
              </w:rPr>
              <w:t>11.</w:t>
            </w:r>
          </w:p>
        </w:tc>
        <w:tc>
          <w:tcPr>
            <w:tcW w:w="4050" w:type="dxa"/>
          </w:tcPr>
          <w:p w14:paraId="3E0CE204" w14:textId="77777777" w:rsidR="00090B5E" w:rsidRDefault="00090B5E" w:rsidP="00090B5E"/>
        </w:tc>
        <w:tc>
          <w:tcPr>
            <w:tcW w:w="3323" w:type="dxa"/>
          </w:tcPr>
          <w:p w14:paraId="0F478E7F" w14:textId="77777777" w:rsidR="00090B5E" w:rsidRDefault="00090B5E" w:rsidP="00090B5E"/>
        </w:tc>
        <w:tc>
          <w:tcPr>
            <w:tcW w:w="2792" w:type="dxa"/>
          </w:tcPr>
          <w:p w14:paraId="473245D9" w14:textId="77777777" w:rsidR="00090B5E" w:rsidRDefault="00090B5E" w:rsidP="00090B5E"/>
        </w:tc>
      </w:tr>
      <w:tr w:rsidR="00090B5E" w14:paraId="08E3B855" w14:textId="77777777" w:rsidTr="00B322EB">
        <w:trPr>
          <w:trHeight w:val="605"/>
        </w:trPr>
        <w:tc>
          <w:tcPr>
            <w:tcW w:w="630" w:type="dxa"/>
            <w:vAlign w:val="center"/>
          </w:tcPr>
          <w:p w14:paraId="368B994F" w14:textId="77777777" w:rsidR="00090B5E" w:rsidRPr="001F122E" w:rsidRDefault="00090B5E" w:rsidP="001F122E">
            <w:pPr>
              <w:jc w:val="center"/>
              <w:rPr>
                <w:b/>
                <w:bCs/>
                <w:sz w:val="28"/>
                <w:szCs w:val="28"/>
              </w:rPr>
            </w:pPr>
            <w:r w:rsidRPr="001F122E">
              <w:rPr>
                <w:b/>
                <w:bCs/>
                <w:sz w:val="28"/>
                <w:szCs w:val="28"/>
              </w:rPr>
              <w:t>12.</w:t>
            </w:r>
          </w:p>
        </w:tc>
        <w:tc>
          <w:tcPr>
            <w:tcW w:w="4050" w:type="dxa"/>
          </w:tcPr>
          <w:p w14:paraId="24854BD6" w14:textId="77777777" w:rsidR="00090B5E" w:rsidRDefault="00090B5E" w:rsidP="00090B5E"/>
        </w:tc>
        <w:tc>
          <w:tcPr>
            <w:tcW w:w="3323" w:type="dxa"/>
          </w:tcPr>
          <w:p w14:paraId="28BB05F1" w14:textId="77777777" w:rsidR="00090B5E" w:rsidRDefault="00090B5E" w:rsidP="00090B5E"/>
        </w:tc>
        <w:tc>
          <w:tcPr>
            <w:tcW w:w="2792" w:type="dxa"/>
          </w:tcPr>
          <w:p w14:paraId="29DFC70B" w14:textId="77777777" w:rsidR="00090B5E" w:rsidRDefault="00090B5E" w:rsidP="00090B5E"/>
        </w:tc>
      </w:tr>
      <w:tr w:rsidR="00090B5E" w14:paraId="39FD573C" w14:textId="77777777" w:rsidTr="00B322EB">
        <w:trPr>
          <w:trHeight w:val="605"/>
        </w:trPr>
        <w:tc>
          <w:tcPr>
            <w:tcW w:w="630" w:type="dxa"/>
            <w:vAlign w:val="center"/>
          </w:tcPr>
          <w:p w14:paraId="2323455C" w14:textId="77777777" w:rsidR="00090B5E" w:rsidRPr="001F122E" w:rsidRDefault="00090B5E" w:rsidP="001F122E">
            <w:pPr>
              <w:jc w:val="center"/>
              <w:rPr>
                <w:b/>
                <w:bCs/>
                <w:sz w:val="28"/>
                <w:szCs w:val="28"/>
              </w:rPr>
            </w:pPr>
            <w:r w:rsidRPr="001F122E">
              <w:rPr>
                <w:b/>
                <w:bCs/>
                <w:sz w:val="28"/>
                <w:szCs w:val="28"/>
              </w:rPr>
              <w:t>13.</w:t>
            </w:r>
          </w:p>
        </w:tc>
        <w:tc>
          <w:tcPr>
            <w:tcW w:w="4050" w:type="dxa"/>
          </w:tcPr>
          <w:p w14:paraId="1B28A1E8" w14:textId="77777777" w:rsidR="00090B5E" w:rsidRDefault="00090B5E" w:rsidP="00090B5E"/>
        </w:tc>
        <w:tc>
          <w:tcPr>
            <w:tcW w:w="3323" w:type="dxa"/>
          </w:tcPr>
          <w:p w14:paraId="00D7FFB3" w14:textId="77777777" w:rsidR="00090B5E" w:rsidRDefault="00090B5E" w:rsidP="00090B5E"/>
        </w:tc>
        <w:tc>
          <w:tcPr>
            <w:tcW w:w="2792" w:type="dxa"/>
          </w:tcPr>
          <w:p w14:paraId="79793543" w14:textId="77777777" w:rsidR="00090B5E" w:rsidRDefault="00090B5E" w:rsidP="00090B5E"/>
        </w:tc>
      </w:tr>
      <w:tr w:rsidR="00090B5E" w14:paraId="55822449" w14:textId="77777777" w:rsidTr="00B322EB">
        <w:trPr>
          <w:trHeight w:val="605"/>
        </w:trPr>
        <w:tc>
          <w:tcPr>
            <w:tcW w:w="630" w:type="dxa"/>
            <w:vAlign w:val="center"/>
          </w:tcPr>
          <w:p w14:paraId="47085C9B" w14:textId="77777777" w:rsidR="00090B5E" w:rsidRPr="001F122E" w:rsidRDefault="00090B5E" w:rsidP="001F122E">
            <w:pPr>
              <w:jc w:val="center"/>
              <w:rPr>
                <w:b/>
                <w:bCs/>
                <w:sz w:val="28"/>
                <w:szCs w:val="28"/>
              </w:rPr>
            </w:pPr>
            <w:r w:rsidRPr="001F122E">
              <w:rPr>
                <w:b/>
                <w:bCs/>
                <w:sz w:val="28"/>
                <w:szCs w:val="28"/>
              </w:rPr>
              <w:t>14.</w:t>
            </w:r>
          </w:p>
        </w:tc>
        <w:tc>
          <w:tcPr>
            <w:tcW w:w="4050" w:type="dxa"/>
          </w:tcPr>
          <w:p w14:paraId="26D58EE9" w14:textId="77777777" w:rsidR="00090B5E" w:rsidRDefault="00090B5E" w:rsidP="00090B5E"/>
        </w:tc>
        <w:tc>
          <w:tcPr>
            <w:tcW w:w="3323" w:type="dxa"/>
          </w:tcPr>
          <w:p w14:paraId="69D849FF" w14:textId="77777777" w:rsidR="00090B5E" w:rsidRDefault="00090B5E" w:rsidP="00090B5E"/>
        </w:tc>
        <w:tc>
          <w:tcPr>
            <w:tcW w:w="2792" w:type="dxa"/>
          </w:tcPr>
          <w:p w14:paraId="299BB52C" w14:textId="77777777" w:rsidR="00090B5E" w:rsidRDefault="00090B5E" w:rsidP="00090B5E"/>
        </w:tc>
      </w:tr>
      <w:tr w:rsidR="00090B5E" w14:paraId="5369AC63" w14:textId="77777777" w:rsidTr="00B322EB">
        <w:trPr>
          <w:trHeight w:val="605"/>
        </w:trPr>
        <w:tc>
          <w:tcPr>
            <w:tcW w:w="630" w:type="dxa"/>
            <w:vAlign w:val="center"/>
          </w:tcPr>
          <w:p w14:paraId="7CB6F369" w14:textId="77777777" w:rsidR="00090B5E" w:rsidRPr="001F122E" w:rsidRDefault="00090B5E" w:rsidP="001F122E">
            <w:pPr>
              <w:jc w:val="center"/>
              <w:rPr>
                <w:b/>
                <w:bCs/>
                <w:sz w:val="28"/>
                <w:szCs w:val="28"/>
              </w:rPr>
            </w:pPr>
            <w:r w:rsidRPr="001F122E">
              <w:rPr>
                <w:b/>
                <w:bCs/>
                <w:sz w:val="28"/>
                <w:szCs w:val="28"/>
              </w:rPr>
              <w:t>15.</w:t>
            </w:r>
          </w:p>
        </w:tc>
        <w:tc>
          <w:tcPr>
            <w:tcW w:w="4050" w:type="dxa"/>
          </w:tcPr>
          <w:p w14:paraId="11A4FCC2" w14:textId="77777777" w:rsidR="00090B5E" w:rsidRDefault="00090B5E" w:rsidP="00090B5E"/>
        </w:tc>
        <w:tc>
          <w:tcPr>
            <w:tcW w:w="3323" w:type="dxa"/>
          </w:tcPr>
          <w:p w14:paraId="01814A77" w14:textId="77777777" w:rsidR="00090B5E" w:rsidRDefault="00090B5E" w:rsidP="00090B5E"/>
        </w:tc>
        <w:tc>
          <w:tcPr>
            <w:tcW w:w="2792" w:type="dxa"/>
          </w:tcPr>
          <w:p w14:paraId="58125C3E" w14:textId="77777777" w:rsidR="00090B5E" w:rsidRDefault="00090B5E" w:rsidP="00090B5E"/>
        </w:tc>
      </w:tr>
      <w:tr w:rsidR="00090B5E" w14:paraId="13D75D93" w14:textId="77777777" w:rsidTr="00B322EB">
        <w:trPr>
          <w:trHeight w:val="605"/>
        </w:trPr>
        <w:tc>
          <w:tcPr>
            <w:tcW w:w="630" w:type="dxa"/>
            <w:vAlign w:val="center"/>
          </w:tcPr>
          <w:p w14:paraId="18072C8E" w14:textId="77777777" w:rsidR="00090B5E" w:rsidRPr="001F122E" w:rsidRDefault="00090B5E" w:rsidP="001F122E">
            <w:pPr>
              <w:jc w:val="center"/>
              <w:rPr>
                <w:b/>
                <w:bCs/>
                <w:sz w:val="28"/>
                <w:szCs w:val="28"/>
              </w:rPr>
            </w:pPr>
            <w:r w:rsidRPr="001F122E">
              <w:rPr>
                <w:b/>
                <w:bCs/>
                <w:sz w:val="28"/>
                <w:szCs w:val="28"/>
              </w:rPr>
              <w:t>16.</w:t>
            </w:r>
          </w:p>
        </w:tc>
        <w:tc>
          <w:tcPr>
            <w:tcW w:w="4050" w:type="dxa"/>
          </w:tcPr>
          <w:p w14:paraId="66450E36" w14:textId="77777777" w:rsidR="00090B5E" w:rsidRDefault="00090B5E" w:rsidP="00090B5E"/>
        </w:tc>
        <w:tc>
          <w:tcPr>
            <w:tcW w:w="3323" w:type="dxa"/>
          </w:tcPr>
          <w:p w14:paraId="023F2A87" w14:textId="77777777" w:rsidR="00090B5E" w:rsidRDefault="00090B5E" w:rsidP="00090B5E"/>
        </w:tc>
        <w:tc>
          <w:tcPr>
            <w:tcW w:w="2792" w:type="dxa"/>
          </w:tcPr>
          <w:p w14:paraId="4C4F28A7" w14:textId="77777777" w:rsidR="00090B5E" w:rsidRDefault="00090B5E" w:rsidP="00090B5E"/>
        </w:tc>
      </w:tr>
      <w:tr w:rsidR="00090B5E" w14:paraId="1F734B4D" w14:textId="77777777" w:rsidTr="00B322EB">
        <w:trPr>
          <w:trHeight w:val="605"/>
        </w:trPr>
        <w:tc>
          <w:tcPr>
            <w:tcW w:w="630" w:type="dxa"/>
            <w:vAlign w:val="center"/>
          </w:tcPr>
          <w:p w14:paraId="482D7EC8" w14:textId="77777777" w:rsidR="00090B5E" w:rsidRPr="001F122E" w:rsidRDefault="00090B5E" w:rsidP="001F122E">
            <w:pPr>
              <w:jc w:val="center"/>
              <w:rPr>
                <w:b/>
                <w:bCs/>
                <w:sz w:val="28"/>
                <w:szCs w:val="28"/>
              </w:rPr>
            </w:pPr>
            <w:r w:rsidRPr="001F122E">
              <w:rPr>
                <w:b/>
                <w:bCs/>
                <w:sz w:val="28"/>
                <w:szCs w:val="28"/>
              </w:rPr>
              <w:t>17.</w:t>
            </w:r>
          </w:p>
        </w:tc>
        <w:tc>
          <w:tcPr>
            <w:tcW w:w="4050" w:type="dxa"/>
          </w:tcPr>
          <w:p w14:paraId="1465A935" w14:textId="77777777" w:rsidR="00090B5E" w:rsidRDefault="00090B5E" w:rsidP="00090B5E"/>
        </w:tc>
        <w:tc>
          <w:tcPr>
            <w:tcW w:w="3323" w:type="dxa"/>
          </w:tcPr>
          <w:p w14:paraId="1B1914F9" w14:textId="77777777" w:rsidR="00090B5E" w:rsidRDefault="00090B5E" w:rsidP="00090B5E"/>
        </w:tc>
        <w:tc>
          <w:tcPr>
            <w:tcW w:w="2792" w:type="dxa"/>
          </w:tcPr>
          <w:p w14:paraId="2C464935" w14:textId="77777777" w:rsidR="00090B5E" w:rsidRDefault="00090B5E" w:rsidP="00090B5E"/>
        </w:tc>
      </w:tr>
      <w:tr w:rsidR="00090B5E" w14:paraId="18AE0137" w14:textId="77777777" w:rsidTr="00B322EB">
        <w:trPr>
          <w:trHeight w:val="605"/>
        </w:trPr>
        <w:tc>
          <w:tcPr>
            <w:tcW w:w="630" w:type="dxa"/>
            <w:vAlign w:val="center"/>
          </w:tcPr>
          <w:p w14:paraId="251C82AB" w14:textId="77777777" w:rsidR="00090B5E" w:rsidRPr="001F122E" w:rsidRDefault="00090B5E" w:rsidP="001F122E">
            <w:pPr>
              <w:jc w:val="center"/>
              <w:rPr>
                <w:b/>
                <w:bCs/>
                <w:sz w:val="28"/>
                <w:szCs w:val="28"/>
              </w:rPr>
            </w:pPr>
            <w:r w:rsidRPr="001F122E">
              <w:rPr>
                <w:b/>
                <w:bCs/>
                <w:sz w:val="28"/>
                <w:szCs w:val="28"/>
              </w:rPr>
              <w:t>18.</w:t>
            </w:r>
          </w:p>
        </w:tc>
        <w:tc>
          <w:tcPr>
            <w:tcW w:w="4050" w:type="dxa"/>
          </w:tcPr>
          <w:p w14:paraId="51CDAEB7" w14:textId="77777777" w:rsidR="00090B5E" w:rsidRDefault="00090B5E" w:rsidP="00090B5E"/>
        </w:tc>
        <w:tc>
          <w:tcPr>
            <w:tcW w:w="3323" w:type="dxa"/>
          </w:tcPr>
          <w:p w14:paraId="5AB47F17" w14:textId="77777777" w:rsidR="00090B5E" w:rsidRDefault="00090B5E" w:rsidP="00090B5E"/>
        </w:tc>
        <w:tc>
          <w:tcPr>
            <w:tcW w:w="2792" w:type="dxa"/>
          </w:tcPr>
          <w:p w14:paraId="597C82AD" w14:textId="77777777" w:rsidR="00090B5E" w:rsidRDefault="00090B5E" w:rsidP="00090B5E"/>
        </w:tc>
      </w:tr>
      <w:tr w:rsidR="00090B5E" w14:paraId="215FAC4A" w14:textId="77777777" w:rsidTr="00B322EB">
        <w:trPr>
          <w:trHeight w:val="605"/>
        </w:trPr>
        <w:tc>
          <w:tcPr>
            <w:tcW w:w="630" w:type="dxa"/>
            <w:vAlign w:val="center"/>
          </w:tcPr>
          <w:p w14:paraId="667150B4" w14:textId="77777777" w:rsidR="00090B5E" w:rsidRPr="001F122E" w:rsidRDefault="00090B5E" w:rsidP="001F122E">
            <w:pPr>
              <w:jc w:val="center"/>
              <w:rPr>
                <w:b/>
                <w:bCs/>
                <w:sz w:val="28"/>
                <w:szCs w:val="28"/>
              </w:rPr>
            </w:pPr>
            <w:r w:rsidRPr="001F122E">
              <w:rPr>
                <w:b/>
                <w:bCs/>
                <w:sz w:val="28"/>
                <w:szCs w:val="28"/>
              </w:rPr>
              <w:t>19.</w:t>
            </w:r>
          </w:p>
        </w:tc>
        <w:tc>
          <w:tcPr>
            <w:tcW w:w="4050" w:type="dxa"/>
          </w:tcPr>
          <w:p w14:paraId="2431EC4C" w14:textId="77777777" w:rsidR="00090B5E" w:rsidRDefault="00090B5E" w:rsidP="00090B5E"/>
        </w:tc>
        <w:tc>
          <w:tcPr>
            <w:tcW w:w="3323" w:type="dxa"/>
          </w:tcPr>
          <w:p w14:paraId="2A42F075" w14:textId="77777777" w:rsidR="00090B5E" w:rsidRDefault="00090B5E" w:rsidP="00090B5E"/>
        </w:tc>
        <w:tc>
          <w:tcPr>
            <w:tcW w:w="2792" w:type="dxa"/>
          </w:tcPr>
          <w:p w14:paraId="650F91F7" w14:textId="77777777" w:rsidR="00090B5E" w:rsidRDefault="00090B5E" w:rsidP="00090B5E"/>
        </w:tc>
      </w:tr>
      <w:tr w:rsidR="00090B5E" w14:paraId="5FD67C1B" w14:textId="77777777" w:rsidTr="00B322EB">
        <w:trPr>
          <w:trHeight w:val="605"/>
        </w:trPr>
        <w:tc>
          <w:tcPr>
            <w:tcW w:w="630" w:type="dxa"/>
            <w:vAlign w:val="center"/>
          </w:tcPr>
          <w:p w14:paraId="6E615A83" w14:textId="77777777" w:rsidR="00090B5E" w:rsidRPr="001F122E" w:rsidRDefault="00090B5E" w:rsidP="001F122E">
            <w:pPr>
              <w:jc w:val="center"/>
              <w:rPr>
                <w:b/>
                <w:bCs/>
                <w:sz w:val="28"/>
                <w:szCs w:val="28"/>
              </w:rPr>
            </w:pPr>
            <w:r w:rsidRPr="001F122E">
              <w:rPr>
                <w:b/>
                <w:bCs/>
                <w:sz w:val="28"/>
                <w:szCs w:val="28"/>
              </w:rPr>
              <w:t>20.</w:t>
            </w:r>
          </w:p>
        </w:tc>
        <w:tc>
          <w:tcPr>
            <w:tcW w:w="4050" w:type="dxa"/>
          </w:tcPr>
          <w:p w14:paraId="27DA464F" w14:textId="77777777" w:rsidR="00090B5E" w:rsidRDefault="00090B5E" w:rsidP="00090B5E"/>
        </w:tc>
        <w:tc>
          <w:tcPr>
            <w:tcW w:w="3323" w:type="dxa"/>
          </w:tcPr>
          <w:p w14:paraId="7BC7FBC5" w14:textId="77777777" w:rsidR="00090B5E" w:rsidRDefault="00090B5E" w:rsidP="00090B5E"/>
        </w:tc>
        <w:tc>
          <w:tcPr>
            <w:tcW w:w="2792" w:type="dxa"/>
          </w:tcPr>
          <w:p w14:paraId="4212A1D0" w14:textId="77777777" w:rsidR="00090B5E" w:rsidRDefault="00090B5E" w:rsidP="00090B5E"/>
        </w:tc>
      </w:tr>
    </w:tbl>
    <w:p w14:paraId="1B9C8EAA" w14:textId="77777777" w:rsidR="00090B5E" w:rsidRPr="00090B5E" w:rsidRDefault="00090B5E" w:rsidP="00090B5E"/>
    <w:sectPr w:rsidR="00090B5E" w:rsidRPr="00090B5E" w:rsidSect="00090B5E">
      <w:headerReference w:type="default" r:id="rId7"/>
      <w:pgSz w:w="12240" w:h="15840"/>
      <w:pgMar w:top="144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D76E24" w14:textId="77777777" w:rsidR="00E527A5" w:rsidRDefault="00E527A5" w:rsidP="00090B5E">
      <w:pPr>
        <w:spacing w:after="0" w:line="240" w:lineRule="auto"/>
      </w:pPr>
      <w:r>
        <w:separator/>
      </w:r>
    </w:p>
  </w:endnote>
  <w:endnote w:type="continuationSeparator" w:id="0">
    <w:p w14:paraId="76A28C98" w14:textId="77777777" w:rsidR="00E527A5" w:rsidRDefault="00E527A5" w:rsidP="00090B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C0E3C6" w14:textId="77777777" w:rsidR="00E527A5" w:rsidRDefault="00E527A5" w:rsidP="00090B5E">
      <w:pPr>
        <w:spacing w:after="0" w:line="240" w:lineRule="auto"/>
      </w:pPr>
      <w:r>
        <w:separator/>
      </w:r>
    </w:p>
  </w:footnote>
  <w:footnote w:type="continuationSeparator" w:id="0">
    <w:p w14:paraId="0A52FB0A" w14:textId="77777777" w:rsidR="00E527A5" w:rsidRDefault="00E527A5" w:rsidP="00090B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4A4215" w14:textId="3F3E4B3D" w:rsidR="00090B5E" w:rsidRDefault="00090B5E" w:rsidP="00090B5E">
    <w:pPr>
      <w:pStyle w:val="Titl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871B792" wp14:editId="32AE57ED">
          <wp:simplePos x="0" y="0"/>
          <wp:positionH relativeFrom="column">
            <wp:posOffset>5473700</wp:posOffset>
          </wp:positionH>
          <wp:positionV relativeFrom="paragraph">
            <wp:posOffset>80355</wp:posOffset>
          </wp:positionV>
          <wp:extent cx="1321594" cy="448284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21594" cy="4482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96A76">
      <w:t>Training</w:t>
    </w:r>
    <w:r>
      <w:t xml:space="preserve"> Sign-in</w:t>
    </w:r>
  </w:p>
  <w:p w14:paraId="24FE4033" w14:textId="7F399FC8" w:rsidR="00090B5E" w:rsidRDefault="00F2702C" w:rsidP="00866023">
    <w:pPr>
      <w:pStyle w:val="Header"/>
      <w:tabs>
        <w:tab w:val="clear" w:pos="4680"/>
        <w:tab w:val="clear" w:pos="9360"/>
        <w:tab w:val="left" w:pos="4920"/>
      </w:tabs>
    </w:pPr>
    <w:r>
      <w:t xml:space="preserve">Incident Command System Training – </w:t>
    </w:r>
    <w:r w:rsidR="007444A7">
      <w:t>[MONTH, DAY, YEAR]</w:t>
    </w:r>
    <w:r w:rsidR="00866023">
      <w:tab/>
    </w:r>
  </w:p>
  <w:p w14:paraId="387F9243" w14:textId="00930B8C" w:rsidR="00866023" w:rsidRDefault="00866023" w:rsidP="00866023">
    <w:pPr>
      <w:pStyle w:val="Header"/>
      <w:tabs>
        <w:tab w:val="clear" w:pos="4680"/>
        <w:tab w:val="clear" w:pos="9360"/>
        <w:tab w:val="left" w:pos="4920"/>
      </w:tabs>
    </w:pPr>
    <w:r>
      <w:t xml:space="preserve">Instructor: </w:t>
    </w:r>
    <w:r w:rsidR="007444A7">
      <w:t>[NAME OF INSTRUCTOR]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6029CD"/>
    <w:multiLevelType w:val="hybridMultilevel"/>
    <w:tmpl w:val="A11A087E"/>
    <w:lvl w:ilvl="0" w:tplc="0944C7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B06229B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AFEA37F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351257F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2C2885B8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7AB03E14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F8EAB2D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81C4C898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16342B80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num w:numId="1" w16cid:durableId="10429446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A76"/>
    <w:rsid w:val="00090B5E"/>
    <w:rsid w:val="000C30E7"/>
    <w:rsid w:val="001145B1"/>
    <w:rsid w:val="00183443"/>
    <w:rsid w:val="001A5F62"/>
    <w:rsid w:val="001F122E"/>
    <w:rsid w:val="00231996"/>
    <w:rsid w:val="002E1FA8"/>
    <w:rsid w:val="003644B4"/>
    <w:rsid w:val="00383F5F"/>
    <w:rsid w:val="003C02D5"/>
    <w:rsid w:val="004631CF"/>
    <w:rsid w:val="005F25E8"/>
    <w:rsid w:val="00715BAD"/>
    <w:rsid w:val="007444A7"/>
    <w:rsid w:val="00866023"/>
    <w:rsid w:val="008C0FE5"/>
    <w:rsid w:val="009B35C3"/>
    <w:rsid w:val="00A17667"/>
    <w:rsid w:val="00B322EB"/>
    <w:rsid w:val="00B456F1"/>
    <w:rsid w:val="00D7630E"/>
    <w:rsid w:val="00D96A76"/>
    <w:rsid w:val="00E527A5"/>
    <w:rsid w:val="00F03DFA"/>
    <w:rsid w:val="00F100A2"/>
    <w:rsid w:val="00F27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BAE4E9"/>
  <w15:chartTrackingRefBased/>
  <w15:docId w15:val="{7F3D1B33-114B-4613-B3AE-4CFA2F91F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90B5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90B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Header">
    <w:name w:val="header"/>
    <w:basedOn w:val="Normal"/>
    <w:link w:val="HeaderChar"/>
    <w:uiPriority w:val="99"/>
    <w:unhideWhenUsed/>
    <w:rsid w:val="00090B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0B5E"/>
  </w:style>
  <w:style w:type="paragraph" w:styleId="Footer">
    <w:name w:val="footer"/>
    <w:basedOn w:val="Normal"/>
    <w:link w:val="FooterChar"/>
    <w:uiPriority w:val="99"/>
    <w:unhideWhenUsed/>
    <w:rsid w:val="00090B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0B5E"/>
  </w:style>
  <w:style w:type="table" w:styleId="TableGrid">
    <w:name w:val="Table Grid"/>
    <w:basedOn w:val="TableNormal"/>
    <w:uiPriority w:val="39"/>
    <w:rsid w:val="00090B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80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wojciehowski\OneDrive%20-%20CreditOne%20Bank\Exercises\Templates\Participant%20Sign-i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C:\Users\awojciehowski\OneDrive - CreditOne Bank\Exercises\Templates\Participant Sign-in.dotx</Template>
  <TotalTime>0</TotalTime>
  <Pages>1</Pages>
  <Words>24</Words>
  <Characters>81</Characters>
  <Application>Microsoft Office Word</Application>
  <DocSecurity>0</DocSecurity>
  <Lines>85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Safety University</Company>
  <LinksUpToDate>false</LinksUpToDate>
  <CharactersWithSpaces>82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ICS Training Sign-in Form</dc:title>
  <dc:subject/>
  <dc:creator>Adam Wojciehowski</dc:creator>
  <cp:keywords/>
  <dc:description/>
  <cp:lastModifiedBy>Adam Wojciehowski</cp:lastModifiedBy>
  <cp:revision>2</cp:revision>
  <cp:lastPrinted>2023-09-19T16:45:00Z</cp:lastPrinted>
  <dcterms:created xsi:type="dcterms:W3CDTF">2023-09-28T23:26:00Z</dcterms:created>
  <dcterms:modified xsi:type="dcterms:W3CDTF">2023-09-28T23:26:00Z</dcterms:modified>
  <cp:category/>
</cp:coreProperties>
</file>